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8D6C11E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19927DEE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>Käesolevaga annan</w:t>
            </w:r>
            <w:r w:rsidR="005E7D81">
              <w:rPr>
                <w:rFonts w:ascii="Times New Roman" w:eastAsia="Calibri" w:hAnsi="Times New Roman" w:cs="Times New Roman"/>
              </w:rPr>
              <w:t xml:space="preserve"> MTÜ </w:t>
            </w:r>
            <w:proofErr w:type="spellStart"/>
            <w:r w:rsidR="005E7D81">
              <w:rPr>
                <w:rFonts w:ascii="Times New Roman" w:eastAsia="Calibri" w:hAnsi="Times New Roman" w:cs="Times New Roman"/>
              </w:rPr>
              <w:t>Ingliste</w:t>
            </w:r>
            <w:proofErr w:type="spellEnd"/>
            <w:r w:rsidR="005E7D81">
              <w:rPr>
                <w:rFonts w:ascii="Times New Roman" w:eastAsia="Calibri" w:hAnsi="Times New Roman" w:cs="Times New Roman"/>
              </w:rPr>
              <w:t xml:space="preserve"> Arendusselts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0DBADA95" w:rsidR="00F21C04" w:rsidRPr="00645CA1" w:rsidRDefault="005E7D81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MTÜ </w:t>
            </w:r>
            <w:proofErr w:type="spellStart"/>
            <w:r>
              <w:rPr>
                <w:rFonts w:ascii="Times New Roman" w:eastAsia="Calibri" w:hAnsi="Times New Roman" w:cs="Times New Roman"/>
              </w:rPr>
              <w:t>Ingliste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Arendusselts </w:t>
            </w:r>
            <w:r w:rsidR="00F21C04" w:rsidRPr="00645CA1">
              <w:rPr>
                <w:rFonts w:ascii="Times New Roman" w:eastAsia="Calibri" w:hAnsi="Times New Roman" w:cs="Times New Roman"/>
              </w:rPr>
              <w:t>kontaktisiku nimi, e-posti aadress ja telefoni nr lepingu täitmisel on:</w:t>
            </w:r>
            <w:r>
              <w:rPr>
                <w:rFonts w:ascii="Times New Roman" w:eastAsia="Calibri" w:hAnsi="Times New Roman" w:cs="Times New Roman"/>
              </w:rPr>
              <w:t xml:space="preserve"> Aare Leinberg, </w:t>
            </w:r>
            <w:hyperlink r:id="rId7" w:history="1">
              <w:r w:rsidRPr="00480271">
                <w:rPr>
                  <w:rStyle w:val="Hperlink"/>
                  <w:rFonts w:eastAsia="Calibri"/>
                </w:rPr>
                <w:t>aare.leinberg@ingle.ee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5103283</w:t>
            </w:r>
          </w:p>
          <w:p w14:paraId="61719C96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[ees- ja perekonnanimi, e-posti aadress, telefoni nr]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0C8E018C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  <w:r w:rsidR="005E7D81">
              <w:rPr>
                <w:rFonts w:ascii="Times New Roman" w:eastAsia="Calibri" w:hAnsi="Times New Roman" w:cs="Times New Roman"/>
              </w:rPr>
              <w:t xml:space="preserve"> LHV Pank, </w:t>
            </w:r>
            <w:r w:rsidR="005E7D8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EE647700771001803988</w:t>
            </w:r>
            <w:r w:rsidR="005E7D8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1719C99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[panga nimi ja arveldusarve number, vajadusel ka viitenumber]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41AFD346" w:rsidR="00F21C04" w:rsidRPr="00645CA1" w:rsidRDefault="005E7D81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Põhikirja alusel, juhatuse esimees Aare Leinberg</w:t>
            </w:r>
          </w:p>
          <w:p w14:paraId="61719C9D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[põhikirja/põhimääruse või volituse]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(</w:t>
            </w:r>
            <w:r w:rsidR="00F5446C">
              <w:rPr>
                <w:rFonts w:ascii="Times New Roman" w:eastAsia="Calibri" w:hAnsi="Times New Roman" w:cs="Times New Roman"/>
                <w:color w:val="2E74B5"/>
              </w:rPr>
              <w:t>lähtudes sellest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>, kes on toetuse saaja ja mille alusel esindaja esindab)</w:t>
            </w:r>
            <w:r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[isiku ametinimetus, ees- ja perekonnanimi]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429E" w14:textId="77777777" w:rsidR="00187E5C" w:rsidRDefault="00187E5C" w:rsidP="00DF44DF">
      <w:r>
        <w:separator/>
      </w:r>
    </w:p>
  </w:endnote>
  <w:endnote w:type="continuationSeparator" w:id="0">
    <w:p w14:paraId="1BCC06AE" w14:textId="77777777" w:rsidR="00187E5C" w:rsidRDefault="00187E5C" w:rsidP="00DF44DF">
      <w:r>
        <w:continuationSeparator/>
      </w:r>
    </w:p>
  </w:endnote>
  <w:endnote w:type="continuationNotice" w:id="1">
    <w:p w14:paraId="269EDCDA" w14:textId="77777777" w:rsidR="00187E5C" w:rsidRDefault="00187E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3462" w14:textId="77777777" w:rsidR="00187E5C" w:rsidRDefault="00187E5C" w:rsidP="00DF44DF">
      <w:r>
        <w:separator/>
      </w:r>
    </w:p>
  </w:footnote>
  <w:footnote w:type="continuationSeparator" w:id="0">
    <w:p w14:paraId="5C0859B9" w14:textId="77777777" w:rsidR="00187E5C" w:rsidRDefault="00187E5C" w:rsidP="00DF44DF">
      <w:r>
        <w:continuationSeparator/>
      </w:r>
    </w:p>
  </w:footnote>
  <w:footnote w:type="continuationNotice" w:id="1">
    <w:p w14:paraId="51CFA6CE" w14:textId="77777777" w:rsidR="00187E5C" w:rsidRDefault="00187E5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87E5C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1E3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5E7D81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274CB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1719C84"/>
  <w15:docId w15:val="{1C076C74-CAFD-4E4A-B451-148B3F0A9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5E7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are.leinberg@ingle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CCBA80C-9B2C-4A07-940E-C64D618C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7</TotalTime>
  <Pages>1</Pages>
  <Words>256</Words>
  <Characters>1491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Aare Leinberg</cp:lastModifiedBy>
  <cp:revision>2</cp:revision>
  <cp:lastPrinted>2014-04-02T13:57:00Z</cp:lastPrinted>
  <dcterms:created xsi:type="dcterms:W3CDTF">2023-03-20T16:57:00Z</dcterms:created>
  <dcterms:modified xsi:type="dcterms:W3CDTF">2023-03-20T16:57:00Z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